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A3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4717A3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bookmarkStart w:id="0" w:name="_GoBack"/>
      <w:bookmarkEnd w:id="0"/>
      <w:r w:rsidR="00A920F7" w:rsidRPr="008013EB">
        <w:rPr>
          <w:rFonts w:ascii="Arial" w:hAnsi="Arial" w:cs="Arial"/>
        </w:rPr>
        <w:t>запрос</w:t>
      </w:r>
      <w:r w:rsidR="00A920F7">
        <w:rPr>
          <w:rFonts w:ascii="Arial" w:hAnsi="Arial" w:cs="Arial"/>
        </w:rPr>
        <w:t>у</w:t>
      </w:r>
      <w:r w:rsidR="00A920F7" w:rsidRPr="008013EB">
        <w:rPr>
          <w:rFonts w:ascii="Arial" w:hAnsi="Arial" w:cs="Arial"/>
        </w:rPr>
        <w:t xml:space="preserve"> котировочных цен</w:t>
      </w:r>
    </w:p>
    <w:p w:rsidR="004717A3" w:rsidRDefault="004717A3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1B7F2D">
        <w:rPr>
          <w:i/>
          <w:sz w:val="16"/>
          <w:szCs w:val="16"/>
        </w:rPr>
        <w:t xml:space="preserve"> 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A920F7" w:rsidRPr="00A920F7">
        <w:t xml:space="preserve"> </w:t>
      </w:r>
      <w:r w:rsidR="00A920F7">
        <w:t>З</w:t>
      </w:r>
      <w:r w:rsidR="00A920F7" w:rsidRPr="00A920F7">
        <w:t>апрос котировочных цен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4D0CCF" w:rsidRPr="004D0CCF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A920F7" w:rsidRPr="00A920F7">
        <w:t xml:space="preserve"> запрос</w:t>
      </w:r>
      <w:r w:rsidR="00A920F7">
        <w:t>у</w:t>
      </w:r>
      <w:r w:rsidR="00A920F7" w:rsidRPr="00A920F7">
        <w:t xml:space="preserve"> котировочных цен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4D0CCF" w:rsidRPr="004D0CCF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4D0CCF" w:rsidRPr="004D0CCF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A920F7" w:rsidRPr="00A920F7">
        <w:t xml:space="preserve"> запрос</w:t>
      </w:r>
      <w:r w:rsidR="00A920F7">
        <w:t>ом</w:t>
      </w:r>
      <w:r w:rsidR="00A920F7" w:rsidRPr="00A920F7">
        <w:t xml:space="preserve"> котировочных цен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 w:rsidR="00A920F7" w:rsidRPr="00A920F7">
        <w:t xml:space="preserve"> запроса котировочных цен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(выполнения, оказания)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 w:rsidR="00A920F7" w:rsidRPr="00A920F7">
        <w:t xml:space="preserve"> запрос</w:t>
      </w:r>
      <w:r w:rsidR="00A920F7">
        <w:t>ом</w:t>
      </w:r>
      <w:r w:rsidR="00A920F7" w:rsidRPr="00A920F7">
        <w:t xml:space="preserve"> котировочных цен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4D0CCF" w:rsidRPr="004D0CCF">
        <w:t xml:space="preserve">в связи с </w:t>
      </w:r>
      <w:r w:rsidR="00A920F7" w:rsidRPr="00A920F7">
        <w:t xml:space="preserve"> запрос</w:t>
      </w:r>
      <w:r w:rsidR="00A920F7">
        <w:t>ом</w:t>
      </w:r>
      <w:r w:rsidR="00A920F7" w:rsidRPr="00A920F7">
        <w:t xml:space="preserve"> котировочных цен</w:t>
      </w:r>
      <w:r w:rsidR="004D0CCF" w:rsidRPr="004D0CCF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A920F7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A920F7" w:rsidRPr="00A920F7">
        <w:rPr>
          <w:rFonts w:ascii="Verdana" w:hAnsi="Verdana"/>
          <w:sz w:val="20"/>
          <w:szCs w:val="20"/>
        </w:rPr>
        <w:t>запроса котировочных цен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A920F7" w:rsidRPr="00A920F7">
        <w:t xml:space="preserve"> запроса котировочных цен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E5" w:rsidRDefault="00160BE5">
      <w:r>
        <w:separator/>
      </w:r>
    </w:p>
  </w:endnote>
  <w:endnote w:type="continuationSeparator" w:id="0">
    <w:p w:rsidR="00160BE5" w:rsidRDefault="0016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E6F" w:rsidRDefault="00D55E6F" w:rsidP="00312293">
    <w:pPr>
      <w:pStyle w:val="ae"/>
      <w:jc w:val="right"/>
    </w:pPr>
    <w:r>
      <w:t xml:space="preserve">стр. </w:t>
    </w:r>
    <w:r w:rsidR="00160BE5">
      <w:fldChar w:fldCharType="begin"/>
    </w:r>
    <w:r w:rsidR="00160BE5">
      <w:instrText xml:space="preserve"> PAGE </w:instrText>
    </w:r>
    <w:r w:rsidR="00160BE5">
      <w:fldChar w:fldCharType="separate"/>
    </w:r>
    <w:r w:rsidR="005A055C">
      <w:rPr>
        <w:noProof/>
      </w:rPr>
      <w:t>2</w:t>
    </w:r>
    <w:r w:rsidR="00160BE5">
      <w:rPr>
        <w:noProof/>
      </w:rPr>
      <w:fldChar w:fldCharType="end"/>
    </w:r>
    <w:r>
      <w:t xml:space="preserve"> из </w:t>
    </w:r>
    <w:r w:rsidR="00160BE5">
      <w:fldChar w:fldCharType="begin"/>
    </w:r>
    <w:r w:rsidR="00160BE5">
      <w:instrText xml:space="preserve"> NUMPAGES </w:instrText>
    </w:r>
    <w:r w:rsidR="00160BE5">
      <w:fldChar w:fldCharType="separate"/>
    </w:r>
    <w:r w:rsidR="005A055C">
      <w:rPr>
        <w:noProof/>
      </w:rPr>
      <w:t>2</w:t>
    </w:r>
    <w:r w:rsidR="00160B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E5" w:rsidRDefault="00160BE5">
      <w:r>
        <w:separator/>
      </w:r>
    </w:p>
  </w:footnote>
  <w:footnote w:type="continuationSeparator" w:id="0">
    <w:p w:rsidR="00160BE5" w:rsidRDefault="00160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5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BE5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7A3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69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0CCF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2462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055C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0F7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2238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06DFA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05F6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Оксана Федосеева</cp:lastModifiedBy>
  <cp:revision>6</cp:revision>
  <cp:lastPrinted>2010-04-13T12:36:00Z</cp:lastPrinted>
  <dcterms:created xsi:type="dcterms:W3CDTF">2010-05-25T08:47:00Z</dcterms:created>
  <dcterms:modified xsi:type="dcterms:W3CDTF">2014-02-06T07:32:00Z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